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392A84" w:rsidRDefault="00D22DDA">
      <w:pPr>
        <w:rPr>
          <w:rFonts w:ascii="Arial" w:hAnsi="Arial" w:cs="Arial"/>
          <w:b/>
          <w:sz w:val="28"/>
        </w:rPr>
      </w:pPr>
      <w:r w:rsidRPr="00392A84">
        <w:rPr>
          <w:rFonts w:ascii="Arial" w:hAnsi="Arial" w:cs="Arial"/>
          <w:b/>
          <w:sz w:val="28"/>
        </w:rPr>
        <w:t>Devoirs : mesures (1)</w:t>
      </w:r>
    </w:p>
    <w:p w:rsidR="00D22DDA" w:rsidRDefault="00D22DDA">
      <w:pPr>
        <w:rPr>
          <w:rFonts w:ascii="Arial" w:hAnsi="Arial" w:cs="Arial"/>
          <w:sz w:val="28"/>
        </w:rPr>
      </w:pPr>
    </w:p>
    <w:tbl>
      <w:tblPr>
        <w:tblStyle w:val="Grilledutableau"/>
        <w:tblW w:w="10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  <w:gridCol w:w="1792"/>
      </w:tblGrid>
      <w:tr w:rsidR="00D22DDA" w:rsidTr="00D6654A">
        <w:trPr>
          <w:trHeight w:val="1481"/>
        </w:trPr>
        <w:tc>
          <w:tcPr>
            <w:tcW w:w="8902" w:type="dxa"/>
            <w:vAlign w:val="center"/>
          </w:tcPr>
          <w:p w:rsidR="00D22DDA" w:rsidRDefault="00D22DDA" w:rsidP="00D22DD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5362575" cy="561975"/>
                  <wp:effectExtent l="0" t="0" r="9525" b="9525"/>
                  <wp:docPr id="250" name="Image 250" descr="F:\DOSSIERS CPC EPS AVRIL 2013\MHM\2016\IMAGES\mesures\thermo 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F:\DOSSIERS CPC EPS AVRIL 2013\MHM\2016\IMAGES\mesures\thermo 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776" b="404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5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2" w:type="dxa"/>
            <w:vAlign w:val="center"/>
          </w:tcPr>
          <w:p w:rsidR="00D22DDA" w:rsidRDefault="00D22DDA" w:rsidP="00D22DDA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</w:tr>
      <w:tr w:rsidR="00D22DDA" w:rsidTr="00D6654A">
        <w:trPr>
          <w:trHeight w:val="1481"/>
        </w:trPr>
        <w:tc>
          <w:tcPr>
            <w:tcW w:w="8902" w:type="dxa"/>
          </w:tcPr>
          <w:p w:rsidR="00D22DDA" w:rsidRDefault="00D22DD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5400675" cy="552450"/>
                  <wp:effectExtent l="0" t="0" r="9525" b="0"/>
                  <wp:docPr id="251" name="Image 251" descr="F:\DOSSIERS CPC EPS AVRIL 2013\MHM\2016\IMAGES\mesures\thermo 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F:\DOSSIERS CPC EPS AVRIL 2013\MHM\2016\IMAGES\mesures\thermo 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999" b="404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2" w:type="dxa"/>
            <w:vAlign w:val="center"/>
          </w:tcPr>
          <w:p w:rsidR="00D22DDA" w:rsidRDefault="00D22DDA" w:rsidP="00D22DDA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</w:tr>
      <w:tr w:rsidR="00D22DDA" w:rsidTr="00D6654A">
        <w:trPr>
          <w:trHeight w:val="1481"/>
        </w:trPr>
        <w:tc>
          <w:tcPr>
            <w:tcW w:w="8902" w:type="dxa"/>
            <w:vAlign w:val="center"/>
          </w:tcPr>
          <w:p w:rsidR="00D22DDA" w:rsidRDefault="00D22DDA" w:rsidP="00EE65D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5524500" cy="504825"/>
                  <wp:effectExtent l="0" t="0" r="0" b="9525"/>
                  <wp:docPr id="336" name="Image 336" descr="F:\DOSSIERS CPC EPS AVRIL 2013\MHM\2016\IMAGES\mesures\thermo 38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F:\DOSSIERS CPC EPS AVRIL 2013\MHM\2016\IMAGES\mesures\thermo 38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034" b="406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2" w:type="dxa"/>
            <w:vAlign w:val="center"/>
          </w:tcPr>
          <w:p w:rsidR="00D22DDA" w:rsidRDefault="00D22DDA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</w:tr>
      <w:tr w:rsidR="00D22DDA" w:rsidTr="00D6654A">
        <w:trPr>
          <w:trHeight w:val="1481"/>
        </w:trPr>
        <w:tc>
          <w:tcPr>
            <w:tcW w:w="8902" w:type="dxa"/>
          </w:tcPr>
          <w:p w:rsidR="00D22DDA" w:rsidRDefault="00D22DDA" w:rsidP="00EE65D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5524500" cy="504825"/>
                  <wp:effectExtent l="0" t="0" r="0" b="9525"/>
                  <wp:docPr id="339" name="Image 339" descr="F:\DOSSIERS CPC EPS AVRIL 2013\MHM\2016\IMAGES\mesures\thermo 36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F:\DOSSIERS CPC EPS AVRIL 2013\MHM\2016\IMAGES\mesures\thermo 36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689" b="41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2" w:type="dxa"/>
            <w:vAlign w:val="center"/>
          </w:tcPr>
          <w:p w:rsidR="00D22DDA" w:rsidRDefault="00D22DDA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</w:tr>
    </w:tbl>
    <w:p w:rsidR="00D22DDA" w:rsidRDefault="00D22DDA">
      <w:pPr>
        <w:rPr>
          <w:rFonts w:ascii="Arial" w:hAnsi="Arial" w:cs="Arial"/>
          <w:sz w:val="28"/>
        </w:rPr>
      </w:pPr>
    </w:p>
    <w:p w:rsidR="00D6654A" w:rsidRDefault="00D6654A">
      <w:pPr>
        <w:rPr>
          <w:rFonts w:ascii="Arial" w:hAnsi="Arial" w:cs="Arial"/>
          <w:sz w:val="28"/>
        </w:rPr>
      </w:pPr>
    </w:p>
    <w:p w:rsidR="00D22DDA" w:rsidRPr="00392A84" w:rsidRDefault="00D22DDA">
      <w:pPr>
        <w:rPr>
          <w:rFonts w:ascii="Arial" w:hAnsi="Arial" w:cs="Arial"/>
          <w:b/>
          <w:sz w:val="28"/>
        </w:rPr>
      </w:pPr>
      <w:bookmarkStart w:id="0" w:name="_GoBack"/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3"/>
        <w:gridCol w:w="2644"/>
        <w:gridCol w:w="2644"/>
        <w:gridCol w:w="2535"/>
      </w:tblGrid>
      <w:tr w:rsidR="00D22DDA" w:rsidRPr="00392A84" w:rsidTr="00EA03C0">
        <w:trPr>
          <w:trHeight w:val="390"/>
        </w:trPr>
        <w:tc>
          <w:tcPr>
            <w:tcW w:w="5302" w:type="dxa"/>
            <w:gridSpan w:val="2"/>
          </w:tcPr>
          <w:p w:rsidR="00D22DDA" w:rsidRPr="00392A84" w:rsidRDefault="00D22DDA" w:rsidP="00392A84">
            <w:pPr>
              <w:rPr>
                <w:rFonts w:ascii="Arial" w:hAnsi="Arial" w:cs="Arial"/>
                <w:b/>
                <w:sz w:val="28"/>
              </w:rPr>
            </w:pPr>
            <w:r w:rsidRPr="00392A84">
              <w:rPr>
                <w:rFonts w:ascii="Arial" w:hAnsi="Arial" w:cs="Arial"/>
                <w:b/>
                <w:sz w:val="28"/>
              </w:rPr>
              <w:t>Devoirs : mesures (</w:t>
            </w:r>
            <w:r w:rsidR="00D6654A">
              <w:rPr>
                <w:rFonts w:ascii="Arial" w:hAnsi="Arial" w:cs="Arial"/>
                <w:b/>
                <w:sz w:val="28"/>
              </w:rPr>
              <w:t>2</w:t>
            </w:r>
            <w:r w:rsidRPr="00392A84">
              <w:rPr>
                <w:rFonts w:ascii="Arial" w:hAnsi="Arial" w:cs="Arial"/>
                <w:b/>
                <w:sz w:val="28"/>
              </w:rPr>
              <w:t>)</w:t>
            </w:r>
          </w:p>
        </w:tc>
        <w:tc>
          <w:tcPr>
            <w:tcW w:w="5304" w:type="dxa"/>
            <w:gridSpan w:val="2"/>
          </w:tcPr>
          <w:p w:rsidR="00D22DDA" w:rsidRPr="00392A84" w:rsidRDefault="00D22DDA" w:rsidP="00392A8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D22DDA" w:rsidTr="00EA03C0">
        <w:tc>
          <w:tcPr>
            <w:tcW w:w="2651" w:type="dxa"/>
          </w:tcPr>
          <w:p w:rsidR="00D22DDA" w:rsidRDefault="00EA03C0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441C25FE" wp14:editId="06EA60BC">
                  <wp:extent cx="1440000" cy="2880000"/>
                  <wp:effectExtent l="0" t="0" r="8255" b="0"/>
                  <wp:docPr id="4" name="Image 4" descr="F:\DOSSIERS CPC EPS AVRIL 2013\MHM\2016\IMAGES\mesures\thermometer-2_moins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DOSSIERS CPC EPS AVRIL 2013\MHM\2016\IMAGES\mesures\thermometer-2_moins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8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1" w:type="dxa"/>
          </w:tcPr>
          <w:p w:rsidR="00D22DDA" w:rsidRDefault="00EA03C0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48A7214" wp14:editId="7E475875">
                  <wp:extent cx="1440000" cy="2880000"/>
                  <wp:effectExtent l="0" t="0" r="825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hermometer-2_3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2" w:type="dxa"/>
          </w:tcPr>
          <w:p w:rsidR="00D22DDA" w:rsidRDefault="00392A8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B696D4D" wp14:editId="46931324">
                  <wp:extent cx="1440000" cy="2880000"/>
                  <wp:effectExtent l="0" t="0" r="825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ermometer-2_moins15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2" w:type="dxa"/>
          </w:tcPr>
          <w:p w:rsidR="00D22DDA" w:rsidRDefault="00D22DDA">
            <w:pPr>
              <w:rPr>
                <w:rFonts w:ascii="Arial" w:hAnsi="Arial" w:cs="Arial"/>
                <w:sz w:val="28"/>
              </w:rPr>
            </w:pPr>
          </w:p>
        </w:tc>
      </w:tr>
      <w:tr w:rsidR="00D22DDA" w:rsidTr="00EA03C0">
        <w:tc>
          <w:tcPr>
            <w:tcW w:w="2651" w:type="dxa"/>
          </w:tcPr>
          <w:p w:rsidR="00D22DDA" w:rsidRDefault="00EA03C0" w:rsidP="00392A8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  <w:tc>
          <w:tcPr>
            <w:tcW w:w="2651" w:type="dxa"/>
          </w:tcPr>
          <w:p w:rsidR="00D22DDA" w:rsidRDefault="00392A84" w:rsidP="00392A8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  <w:tc>
          <w:tcPr>
            <w:tcW w:w="2652" w:type="dxa"/>
          </w:tcPr>
          <w:p w:rsidR="00D22DDA" w:rsidRDefault="00392A84" w:rsidP="00392A8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  <w:tc>
          <w:tcPr>
            <w:tcW w:w="2652" w:type="dxa"/>
          </w:tcPr>
          <w:p w:rsidR="00D22DDA" w:rsidRDefault="00D22DDA" w:rsidP="00392A84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D22DDA" w:rsidRDefault="00D22DDA">
      <w:pPr>
        <w:rPr>
          <w:rFonts w:ascii="Arial" w:hAnsi="Arial" w:cs="Arial"/>
          <w:sz w:val="28"/>
        </w:rPr>
      </w:pPr>
    </w:p>
    <w:sectPr w:rsidR="00D22DDA" w:rsidSect="00D22D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DDA"/>
    <w:rsid w:val="001D645B"/>
    <w:rsid w:val="00392A84"/>
    <w:rsid w:val="005175A3"/>
    <w:rsid w:val="005F7238"/>
    <w:rsid w:val="007418D2"/>
    <w:rsid w:val="007E024D"/>
    <w:rsid w:val="00D22DDA"/>
    <w:rsid w:val="00D6654A"/>
    <w:rsid w:val="00EA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27C0"/>
  <w15:chartTrackingRefBased/>
  <w15:docId w15:val="{AA7761C5-3AF2-4EA6-AD73-62647672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22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22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2D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cp:lastPrinted>2017-01-29T10:28:00Z</cp:lastPrinted>
  <dcterms:created xsi:type="dcterms:W3CDTF">2018-08-13T13:14:00Z</dcterms:created>
  <dcterms:modified xsi:type="dcterms:W3CDTF">2018-08-13T13:14:00Z</dcterms:modified>
</cp:coreProperties>
</file>